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1322E6E" w14:textId="77777777" w:rsidR="00773B48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383BC94A" w14:textId="1A54A3F9" w:rsidR="00773B48" w:rsidRDefault="0031280B" w:rsidP="00B87D91">
      <w:pPr>
        <w:rPr>
          <w:b/>
          <w:color w:val="FF5200" w:themeColor="accent2"/>
          <w:sz w:val="36"/>
          <w:szCs w:val="36"/>
        </w:rPr>
      </w:pPr>
      <w:r w:rsidRPr="00773B48">
        <w:rPr>
          <w:b/>
          <w:color w:val="FF5200" w:themeColor="accent2"/>
          <w:sz w:val="36"/>
          <w:szCs w:val="36"/>
        </w:rPr>
        <w:t>„</w:t>
      </w:r>
      <w:r w:rsidR="00773B48" w:rsidRPr="00773B48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Vytvoření nového IS s názvem Provoz ETCS, zajištění následné podpory provozu, SW údržby a nutného rozvoje</w:t>
      </w:r>
      <w:r w:rsidRPr="00773B4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6AE868B1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773B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73B48" w:rsidRPr="001D17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78841</w:t>
      </w:r>
      <w:r w:rsidR="00773B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  <w:r w:rsidR="00773B48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ACC6A73" w14:textId="7E647FB1" w:rsidR="00B0586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5166948" w:history="1">
            <w:r w:rsidR="00B05867" w:rsidRPr="003A33D7">
              <w:rPr>
                <w:rStyle w:val="Hypertextovodkaz"/>
                <w:noProof/>
              </w:rPr>
              <w:t>Kapitola 1.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Základní údaje k nabídce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_Toc155166948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2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5F1C791E" w14:textId="2AECC375" w:rsidR="00B05867" w:rsidRDefault="00240C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5166949" w:history="1">
            <w:r w:rsidR="00B05867" w:rsidRPr="003A33D7">
              <w:rPr>
                <w:rStyle w:val="Hypertextovodkaz"/>
                <w:noProof/>
              </w:rPr>
              <w:t>Kapitola 2.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Čestné prohlášení o splnění základní způsobilosti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_Toc155166949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3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625F6EB4" w14:textId="3E1A1A6B" w:rsidR="00B05867" w:rsidRDefault="00240C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5166950" w:history="1">
            <w:r w:rsidR="00B05867" w:rsidRPr="003A33D7">
              <w:rPr>
                <w:rStyle w:val="Hypertextovodkaz"/>
                <w:noProof/>
              </w:rPr>
              <w:t>Kapitola 3.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Čestné prohlášení účastníka o střetu zájmů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_Toc155166950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4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0226E46F" w14:textId="1A93BC83" w:rsidR="00B05867" w:rsidRDefault="00240C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5166951" w:history="1">
            <w:r w:rsidR="00B05867" w:rsidRPr="003A33D7">
              <w:rPr>
                <w:rStyle w:val="Hypertextovodkaz"/>
                <w:noProof/>
              </w:rPr>
              <w:t>Kapitola 4.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Čestné prohlášení účastníka k neuzavření zakázaných dohod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_Toc155166951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5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29161F29" w14:textId="18590469" w:rsidR="00B05867" w:rsidRDefault="00240C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5166952" w:history="1">
            <w:r w:rsidR="00B05867" w:rsidRPr="003A33D7">
              <w:rPr>
                <w:rStyle w:val="Hypertextovodkaz"/>
                <w:rFonts w:eastAsia="Times New Roman"/>
                <w:noProof/>
              </w:rPr>
              <w:t>Kapitola 5.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Čestné</w:t>
            </w:r>
            <w:r w:rsidR="00B05867" w:rsidRPr="003A33D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_Toc155166952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6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50B64183" w14:textId="69EDD307" w:rsidR="00B05867" w:rsidRDefault="00240C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5166953" w:history="1">
            <w:r w:rsidR="00B05867" w:rsidRPr="003A33D7">
              <w:rPr>
                <w:rStyle w:val="Hypertextovodkaz"/>
                <w:noProof/>
              </w:rPr>
              <w:t>Kapitola 6.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Čestné prohlášení o splnění technické kvalifikace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_Toc155166953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7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7AFC125B" w14:textId="4B8B6086" w:rsidR="00B05867" w:rsidRDefault="00240C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5166954" w:history="1">
            <w:r w:rsidR="00B05867" w:rsidRPr="003A33D7">
              <w:rPr>
                <w:rStyle w:val="Hypertextovodkaz"/>
                <w:noProof/>
              </w:rPr>
              <w:t>Kapitola 7.</w:t>
            </w:r>
            <w:r w:rsidR="00B0586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05867" w:rsidRPr="003A33D7">
              <w:rPr>
                <w:rStyle w:val="Hypertextovodkaz"/>
                <w:noProof/>
              </w:rPr>
              <w:t>Seznam osob</w:t>
            </w:r>
            <w:r w:rsidR="00B05867">
              <w:rPr>
                <w:noProof/>
                <w:webHidden/>
              </w:rPr>
              <w:tab/>
            </w:r>
            <w:r w:rsidR="00B05867">
              <w:rPr>
                <w:noProof/>
                <w:webHidden/>
              </w:rPr>
              <w:fldChar w:fldCharType="begin"/>
            </w:r>
            <w:r w:rsidR="00B05867">
              <w:rPr>
                <w:noProof/>
                <w:webHidden/>
              </w:rPr>
              <w:instrText xml:space="preserve"> PAGEREF _Toc155166954 \h </w:instrText>
            </w:r>
            <w:r w:rsidR="00B05867">
              <w:rPr>
                <w:noProof/>
                <w:webHidden/>
              </w:rPr>
            </w:r>
            <w:r w:rsidR="00B05867">
              <w:rPr>
                <w:noProof/>
                <w:webHidden/>
              </w:rPr>
              <w:fldChar w:fldCharType="separate"/>
            </w:r>
            <w:r w:rsidR="00B05867">
              <w:rPr>
                <w:noProof/>
                <w:webHidden/>
              </w:rPr>
              <w:t>8</w:t>
            </w:r>
            <w:r w:rsidR="00B05867">
              <w:rPr>
                <w:noProof/>
                <w:webHidden/>
              </w:rPr>
              <w:fldChar w:fldCharType="end"/>
            </w:r>
          </w:hyperlink>
        </w:p>
        <w:p w14:paraId="218BAFDF" w14:textId="10759B1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516694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53AC6979" w:rsidR="00A93A74" w:rsidRDefault="00A93A74" w:rsidP="00A134A1">
      <w:pPr>
        <w:spacing w:before="360"/>
      </w:pPr>
      <w:r w:rsidRPr="00773B48">
        <w:t xml:space="preserve">Účastník prohlašuje, že veškeré údaje uvedené v tomto krycím listu, který je přílohou č. </w:t>
      </w:r>
      <w:r w:rsidR="00B87D91" w:rsidRPr="00773B48">
        <w:t xml:space="preserve">1 </w:t>
      </w:r>
      <w:r w:rsidRPr="00773B48">
        <w:t>Výzvy k podání nabíd</w:t>
      </w:r>
      <w:r w:rsidR="004C76E9" w:rsidRPr="00773B48">
        <w:t>ky</w:t>
      </w:r>
      <w:r w:rsidRPr="00773B48">
        <w:t xml:space="preserve"> na veřejnou zakázku zadávanou</w:t>
      </w:r>
      <w:r w:rsidR="004C76E9" w:rsidRPr="00773B48">
        <w:t xml:space="preserve"> jako </w:t>
      </w:r>
      <w:r w:rsidR="000128D4" w:rsidRPr="00773B48">
        <w:rPr>
          <w:rFonts w:eastAsia="Times New Roman" w:cs="Times New Roman"/>
          <w:lang w:eastAsia="cs-CZ"/>
        </w:rPr>
        <w:t>podlimitní sektorovou veřejnou zakázku</w:t>
      </w:r>
      <w:r w:rsidRPr="00773B48">
        <w:t>, jsou pravdivé</w:t>
      </w:r>
      <w:r w:rsidR="009771C9" w:rsidRPr="00773B48">
        <w:t>, úplné a odpovídají skutečnosti</w:t>
      </w:r>
      <w:r w:rsidRPr="00773B48">
        <w:t xml:space="preserve">. Účastník si je vědom důsledků záměrného uvedení nepravdivých údajů, které v rovině tohoto </w:t>
      </w:r>
      <w:r w:rsidR="00626DB3" w:rsidRPr="00773B48">
        <w:t xml:space="preserve">výběrového </w:t>
      </w:r>
      <w:r w:rsidRPr="00773B48">
        <w:t xml:space="preserve">řízení </w:t>
      </w:r>
      <w:r w:rsidR="009771C9" w:rsidRPr="00773B48">
        <w:t>mohou vést až k</w:t>
      </w:r>
      <w:r w:rsidRPr="00773B48">
        <w:t xml:space="preserve"> vyloučení Účastníka z </w:t>
      </w:r>
      <w:r w:rsidR="00626DB3" w:rsidRPr="00773B48">
        <w:t xml:space="preserve">výběrového </w:t>
      </w:r>
      <w:r w:rsidRPr="00773B48">
        <w:t>řízení</w:t>
      </w:r>
      <w:r>
        <w:t>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1298570" w14:textId="6DBB19FD" w:rsidR="00B05867" w:rsidRPr="00B05867" w:rsidRDefault="00FC5583" w:rsidP="008B1A2C">
      <w:pPr>
        <w:rPr>
          <w:rFonts w:eastAsia="Times New Roman" w:cs="Times New Roman"/>
          <w:highlight w:val="green"/>
          <w:lang w:eastAsia="cs-CZ"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40C8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40C8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5166949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516695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773B48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5166951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516695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5166953"/>
      <w:r w:rsidRPr="00E85D44">
        <w:t>Čestné prohlášení o splnění technické kvalifikace</w:t>
      </w:r>
      <w:bookmarkEnd w:id="5"/>
    </w:p>
    <w:p w14:paraId="71002640" w14:textId="69CA720E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240C8E">
        <w:rPr>
          <w:rFonts w:eastAsia="Times New Roman" w:cs="Times New Roman"/>
          <w:lang w:eastAsia="cs-CZ"/>
        </w:rPr>
        <w:t xml:space="preserve">významné služby definované v čl. 7.5.1 </w:t>
      </w:r>
      <w:r w:rsidR="00773B48">
        <w:rPr>
          <w:rFonts w:eastAsia="Times New Roman" w:cs="Times New Roman"/>
          <w:lang w:eastAsia="cs-CZ"/>
        </w:rPr>
        <w:t>Výzvy k podání nabídky</w:t>
      </w:r>
      <w:bookmarkStart w:id="6" w:name="_GoBack"/>
      <w:bookmarkEnd w:id="6"/>
      <w:r w:rsidR="00773B48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0D0B98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26A93F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31847C4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586285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20949" w14:paraId="7E9C31D0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7D71D46" w14:textId="77777777" w:rsidR="00F20949" w:rsidRDefault="00F2094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28AEAFB" w14:textId="77777777" w:rsidR="00F20949" w:rsidRDefault="00F20949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665963E" w14:textId="77777777" w:rsidR="00F20949" w:rsidRDefault="00F20949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BA7E" w14:textId="77777777" w:rsidR="00F20949" w:rsidRDefault="00F2094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55166954"/>
      <w:r>
        <w:t>Seznam osob</w:t>
      </w:r>
      <w:bookmarkEnd w:id="7"/>
      <w:bookmarkEnd w:id="8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81D4E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F81D4E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81D4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F81D4E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7CD6488A" w:rsidR="00F44645" w:rsidRPr="00F44645" w:rsidRDefault="00F81D4E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81D4E">
              <w:rPr>
                <w:rFonts w:eastAsia="Times New Roman" w:cs="Times New Roman"/>
                <w:lang w:eastAsia="cs-CZ"/>
              </w:rPr>
              <w:t>Projektový manažer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7DAD95DC" w:rsidR="00F44645" w:rsidRPr="00F44645" w:rsidRDefault="00F81D4E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81D4E">
              <w:rPr>
                <w:rFonts w:eastAsia="Times New Roman" w:cs="Times New Roman"/>
                <w:lang w:eastAsia="cs-CZ"/>
              </w:rPr>
              <w:t>Analytik IS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5BD1DD20" w:rsidR="00F44645" w:rsidRPr="00F44645" w:rsidRDefault="00F81D4E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F81D4E">
              <w:rPr>
                <w:rFonts w:eastAsia="Times New Roman" w:cs="Times New Roman"/>
                <w:lang w:eastAsia="cs-CZ"/>
              </w:rPr>
              <w:t>Frontend</w:t>
            </w:r>
            <w:proofErr w:type="spellEnd"/>
            <w:r w:rsidRPr="00F81D4E">
              <w:rPr>
                <w:rFonts w:eastAsia="Times New Roman" w:cs="Times New Roman"/>
                <w:lang w:eastAsia="cs-CZ"/>
              </w:rPr>
              <w:t xml:space="preserve"> vývojář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30E438EE" w:rsidR="00F44645" w:rsidRPr="00F44645" w:rsidRDefault="00F81D4E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F81D4E">
              <w:rPr>
                <w:rFonts w:eastAsia="Times New Roman" w:cs="Times New Roman"/>
                <w:lang w:eastAsia="cs-CZ"/>
              </w:rPr>
              <w:t>Backend</w:t>
            </w:r>
            <w:proofErr w:type="spellEnd"/>
            <w:r w:rsidRPr="00F81D4E">
              <w:rPr>
                <w:rFonts w:eastAsia="Times New Roman" w:cs="Times New Roman"/>
                <w:lang w:eastAsia="cs-CZ"/>
              </w:rPr>
              <w:t xml:space="preserve"> vývojář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81D4E" w14:paraId="5BD6A9EE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0186EAC" w14:textId="799B5DC2" w:rsidR="00F81D4E" w:rsidRPr="00F81D4E" w:rsidRDefault="00F81D4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Specialista testování</w:t>
            </w:r>
          </w:p>
        </w:tc>
        <w:tc>
          <w:tcPr>
            <w:tcW w:w="4421" w:type="dxa"/>
          </w:tcPr>
          <w:p w14:paraId="445A6B64" w14:textId="77777777" w:rsidR="00F81D4E" w:rsidRPr="00F44645" w:rsidRDefault="00F81D4E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81D4E" w14:paraId="6E59DDC8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E6E52B6" w14:textId="10CBBBFB" w:rsidR="00F81D4E" w:rsidRDefault="00F81D4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Specialista technické podpory</w:t>
            </w:r>
          </w:p>
        </w:tc>
        <w:tc>
          <w:tcPr>
            <w:tcW w:w="4421" w:type="dxa"/>
          </w:tcPr>
          <w:p w14:paraId="0967CE16" w14:textId="77777777" w:rsidR="00F81D4E" w:rsidRPr="00F44645" w:rsidRDefault="00F81D4E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81D4E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F81D4E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F81D4E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F81D4E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81D4E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F81D4E">
        <w:rPr>
          <w:rFonts w:eastAsia="Times New Roman" w:cs="Times New Roman"/>
          <w:lang w:eastAsia="cs-CZ"/>
        </w:rPr>
        <w:t>Přílohy:</w:t>
      </w:r>
    </w:p>
    <w:p w14:paraId="23E77F5D" w14:textId="0B587076" w:rsidR="00F44645" w:rsidRPr="00F81D4E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F81D4E">
        <w:rPr>
          <w:rFonts w:eastAsia="Times New Roman" w:cs="Times New Roman"/>
          <w:lang w:eastAsia="cs-CZ"/>
        </w:rPr>
        <w:t>Životopis Název funkce</w:t>
      </w:r>
    </w:p>
    <w:p w14:paraId="6A00F7AE" w14:textId="77777777" w:rsidR="00E666DF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F81D4E">
        <w:rPr>
          <w:rFonts w:eastAsia="Times New Roman" w:cs="Times New Roman"/>
          <w:lang w:eastAsia="cs-CZ"/>
        </w:rPr>
        <w:t>Jiné</w:t>
      </w:r>
    </w:p>
    <w:p w14:paraId="4C3DE101" w14:textId="77777777" w:rsidR="00F81D4E" w:rsidRDefault="00F81D4E" w:rsidP="00A134A1">
      <w:pPr>
        <w:spacing w:before="1200"/>
        <w:rPr>
          <w:lang w:eastAsia="cs-CZ"/>
        </w:rPr>
      </w:pPr>
    </w:p>
    <w:p w14:paraId="0B34B067" w14:textId="19C8ED22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40C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3B48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05867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0949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1D4E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5A633-CDCD-463C-9413-B124CA89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8</Pages>
  <Words>1220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17</cp:revision>
  <cp:lastPrinted>2017-11-28T17:18:00Z</cp:lastPrinted>
  <dcterms:created xsi:type="dcterms:W3CDTF">2022-05-09T11:10:00Z</dcterms:created>
  <dcterms:modified xsi:type="dcterms:W3CDTF">2024-01-04T11:16:00Z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